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94576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339AAD9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0014427" w14:textId="7777777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C041BC">
        <w:rPr>
          <w:rFonts w:ascii="Corbel" w:hAnsi="Corbel"/>
          <w:b/>
          <w:smallCaps/>
          <w:sz w:val="24"/>
          <w:szCs w:val="24"/>
        </w:rPr>
        <w:t>2020</w:t>
      </w:r>
      <w:r w:rsidR="00B036C4" w:rsidRPr="00C041BC">
        <w:rPr>
          <w:rFonts w:ascii="Corbel" w:hAnsi="Corbel"/>
          <w:b/>
          <w:smallCaps/>
          <w:sz w:val="24"/>
          <w:szCs w:val="24"/>
        </w:rPr>
        <w:t>-2022</w:t>
      </w:r>
    </w:p>
    <w:p w14:paraId="5BA07A03" w14:textId="77777777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003572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003572">
        <w:rPr>
          <w:rFonts w:ascii="Corbel" w:hAnsi="Corbel"/>
          <w:sz w:val="20"/>
          <w:szCs w:val="20"/>
        </w:rPr>
        <w:t>2</w:t>
      </w:r>
    </w:p>
    <w:p w14:paraId="3675A9D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B028F40" w14:textId="77777777" w:rsidR="0085747A" w:rsidRDefault="0085747A" w:rsidP="00003572">
      <w:pPr>
        <w:pStyle w:val="Punktygwne"/>
        <w:numPr>
          <w:ilvl w:val="0"/>
          <w:numId w:val="4"/>
        </w:numPr>
        <w:spacing w:before="0" w:after="0"/>
        <w:ind w:left="426" w:hanging="283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0C3E6FC8" w14:textId="77777777" w:rsidR="00003572" w:rsidRPr="009C54AE" w:rsidRDefault="00003572" w:rsidP="00003572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036C4" w:rsidRPr="009C54AE" w14:paraId="670D07AE" w14:textId="77777777" w:rsidTr="00B819C8">
        <w:tc>
          <w:tcPr>
            <w:tcW w:w="2694" w:type="dxa"/>
            <w:vAlign w:val="center"/>
          </w:tcPr>
          <w:p w14:paraId="525303DA" w14:textId="77777777" w:rsidR="00B036C4" w:rsidRPr="009C54AE" w:rsidRDefault="00B036C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5C7A4E0" w14:textId="77777777" w:rsidR="00B036C4" w:rsidRPr="009C54AE" w:rsidRDefault="00B036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>Analiza ekonomiczno-finansowa II</w:t>
            </w:r>
          </w:p>
        </w:tc>
      </w:tr>
      <w:tr w:rsidR="00B036C4" w:rsidRPr="009C54AE" w14:paraId="63D596BC" w14:textId="77777777" w:rsidTr="00B819C8">
        <w:tc>
          <w:tcPr>
            <w:tcW w:w="2694" w:type="dxa"/>
            <w:vAlign w:val="center"/>
          </w:tcPr>
          <w:p w14:paraId="79EC8409" w14:textId="77777777" w:rsidR="00B036C4" w:rsidRPr="009C54AE" w:rsidRDefault="00B036C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9247B5" w14:textId="77777777" w:rsidR="00B036C4" w:rsidRPr="009C54AE" w:rsidRDefault="00B036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  <w:lang w:eastAsia="pl-PL"/>
              </w:rPr>
              <w:t>E/II/</w:t>
            </w:r>
            <w:proofErr w:type="spellStart"/>
            <w:r w:rsidRPr="005349A8">
              <w:rPr>
                <w:rFonts w:ascii="Corbel" w:hAnsi="Corbel"/>
                <w:b w:val="0"/>
                <w:sz w:val="24"/>
                <w:szCs w:val="24"/>
                <w:lang w:eastAsia="pl-PL"/>
              </w:rPr>
              <w:t>GFiR</w:t>
            </w:r>
            <w:proofErr w:type="spellEnd"/>
            <w:r w:rsidRPr="005349A8">
              <w:rPr>
                <w:rFonts w:ascii="Corbel" w:hAnsi="Corbel"/>
                <w:b w:val="0"/>
                <w:sz w:val="24"/>
                <w:szCs w:val="24"/>
                <w:lang w:eastAsia="pl-PL"/>
              </w:rPr>
              <w:t>/C.7</w:t>
            </w:r>
          </w:p>
        </w:tc>
      </w:tr>
      <w:tr w:rsidR="0085747A" w:rsidRPr="009C54AE" w14:paraId="1380E2B1" w14:textId="77777777" w:rsidTr="00B819C8">
        <w:tc>
          <w:tcPr>
            <w:tcW w:w="2694" w:type="dxa"/>
            <w:vAlign w:val="center"/>
          </w:tcPr>
          <w:p w14:paraId="14049C0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FE3069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03572" w:rsidRPr="009C54AE" w14:paraId="16EC1405" w14:textId="77777777" w:rsidTr="00B819C8">
        <w:tc>
          <w:tcPr>
            <w:tcW w:w="2694" w:type="dxa"/>
            <w:vAlign w:val="center"/>
          </w:tcPr>
          <w:p w14:paraId="5285623D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2169201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03572" w:rsidRPr="009C54AE" w14:paraId="39AB192E" w14:textId="77777777" w:rsidTr="00B819C8">
        <w:tc>
          <w:tcPr>
            <w:tcW w:w="2694" w:type="dxa"/>
            <w:vAlign w:val="center"/>
          </w:tcPr>
          <w:p w14:paraId="79C8CD9E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852361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003572" w:rsidRPr="009C54AE" w14:paraId="69CC9BA1" w14:textId="77777777" w:rsidTr="00B819C8">
        <w:tc>
          <w:tcPr>
            <w:tcW w:w="2694" w:type="dxa"/>
            <w:vAlign w:val="center"/>
          </w:tcPr>
          <w:p w14:paraId="73F1C47D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D0BD3E4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003572" w:rsidRPr="009C54AE" w14:paraId="0D70228D" w14:textId="77777777" w:rsidTr="00B819C8">
        <w:tc>
          <w:tcPr>
            <w:tcW w:w="2694" w:type="dxa"/>
            <w:vAlign w:val="center"/>
          </w:tcPr>
          <w:p w14:paraId="697B6C77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EFD1089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003572" w:rsidRPr="009C54AE" w14:paraId="5CC91AE4" w14:textId="77777777" w:rsidTr="00B819C8">
        <w:tc>
          <w:tcPr>
            <w:tcW w:w="2694" w:type="dxa"/>
            <w:vAlign w:val="center"/>
          </w:tcPr>
          <w:p w14:paraId="21EA3957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1A68856" w14:textId="0146AFFD" w:rsidR="00003572" w:rsidRPr="009C54AE" w:rsidRDefault="00D4463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003572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003572" w:rsidRPr="009C54AE" w14:paraId="16D7C170" w14:textId="77777777" w:rsidTr="00B819C8">
        <w:tc>
          <w:tcPr>
            <w:tcW w:w="2694" w:type="dxa"/>
            <w:vAlign w:val="center"/>
          </w:tcPr>
          <w:p w14:paraId="2A1979E4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65EA3C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003572" w:rsidRPr="009C54AE" w14:paraId="467BA271" w14:textId="77777777" w:rsidTr="00B819C8">
        <w:tc>
          <w:tcPr>
            <w:tcW w:w="2694" w:type="dxa"/>
            <w:vAlign w:val="center"/>
          </w:tcPr>
          <w:p w14:paraId="6E249DA8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DC12A2C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003572" w:rsidRPr="009C54AE" w14:paraId="78D4E7AD" w14:textId="77777777" w:rsidTr="00B819C8">
        <w:tc>
          <w:tcPr>
            <w:tcW w:w="2694" w:type="dxa"/>
            <w:vAlign w:val="center"/>
          </w:tcPr>
          <w:p w14:paraId="10139555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548DE8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03572" w:rsidRPr="009C54AE" w14:paraId="15D6C3E4" w14:textId="77777777" w:rsidTr="00B819C8">
        <w:tc>
          <w:tcPr>
            <w:tcW w:w="2694" w:type="dxa"/>
            <w:vAlign w:val="center"/>
          </w:tcPr>
          <w:p w14:paraId="1AC8D55B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ADC121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  <w:tr w:rsidR="00003572" w:rsidRPr="009C54AE" w14:paraId="260AF3C7" w14:textId="77777777" w:rsidTr="00B819C8">
        <w:tc>
          <w:tcPr>
            <w:tcW w:w="2694" w:type="dxa"/>
            <w:vAlign w:val="center"/>
          </w:tcPr>
          <w:p w14:paraId="6B25BE71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07F33B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0D36EED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F76586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A29F8C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4EAFF7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AAFB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173876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1D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79D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C1C9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132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4B5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778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402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47F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E1E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5E69B18" w14:textId="77777777" w:rsidTr="00740C5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89636" w14:textId="77777777" w:rsidR="00015B8F" w:rsidRPr="009C54AE" w:rsidRDefault="00B036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75E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AAA03" w14:textId="19E16E44" w:rsidR="00015B8F" w:rsidRPr="009C54AE" w:rsidRDefault="00D446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9332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AF3D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884A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69B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A38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B79E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FEDE7" w14:textId="77777777" w:rsidR="00015B8F" w:rsidRPr="009C54AE" w:rsidRDefault="00B036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AD8E24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D6E841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3CEDB5E" w14:textId="77777777" w:rsidR="00003572" w:rsidRPr="003C0190" w:rsidRDefault="00003572" w:rsidP="000035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1C2A400" w14:textId="77777777" w:rsidR="00003572" w:rsidRPr="009C54AE" w:rsidRDefault="00003572" w:rsidP="000035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031A81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F1406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</w:t>
      </w:r>
      <w:proofErr w:type="gramEnd"/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43F8C9B" w14:textId="77777777" w:rsidR="00B036C4" w:rsidRPr="005349A8" w:rsidRDefault="00003572" w:rsidP="00B036C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="00B036C4" w:rsidRPr="005349A8">
        <w:rPr>
          <w:rFonts w:ascii="Corbel" w:hAnsi="Corbel"/>
          <w:b w:val="0"/>
          <w:smallCaps w:val="0"/>
          <w:szCs w:val="24"/>
        </w:rPr>
        <w:t>Zaliczenie z oceną</w:t>
      </w:r>
    </w:p>
    <w:p w14:paraId="1501C5B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0BBCA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6D4994" w14:textId="77777777" w:rsidTr="00745302">
        <w:tc>
          <w:tcPr>
            <w:tcW w:w="9670" w:type="dxa"/>
          </w:tcPr>
          <w:p w14:paraId="5D520A98" w14:textId="77777777" w:rsidR="0085747A" w:rsidRPr="009C54AE" w:rsidRDefault="00B036C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Dobre przygotowanie z zakresu analizy finansowej przedsiębiorstwa oraz rachunkowości finansowej oraz zarządczej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EAC8A8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4A6B9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E0ECCA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CD4CF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70DE7E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036C4" w:rsidRPr="009C54AE" w14:paraId="3844A146" w14:textId="77777777" w:rsidTr="00923D7D">
        <w:tc>
          <w:tcPr>
            <w:tcW w:w="851" w:type="dxa"/>
            <w:vAlign w:val="center"/>
          </w:tcPr>
          <w:p w14:paraId="2B86A31F" w14:textId="77777777" w:rsidR="00B036C4" w:rsidRPr="009C54AE" w:rsidRDefault="00B036C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72CAF0E" w14:textId="77777777" w:rsidR="00B036C4" w:rsidRPr="00B036C4" w:rsidRDefault="00B036C4" w:rsidP="00B036C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036C4">
              <w:rPr>
                <w:rFonts w:ascii="Corbel" w:hAnsi="Corbel"/>
                <w:b w:val="0"/>
                <w:sz w:val="24"/>
                <w:szCs w:val="24"/>
              </w:rPr>
              <w:t>Nabycie umiej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ci prawidłowego stosowania narz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dzi analizy ekonomicznej i finansowej do rozwi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zania ró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ż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norodnych problemów gospodarczych</w:t>
            </w:r>
          </w:p>
        </w:tc>
      </w:tr>
      <w:tr w:rsidR="00B036C4" w:rsidRPr="009C54AE" w14:paraId="2A4A5B3E" w14:textId="77777777" w:rsidTr="00923D7D">
        <w:tc>
          <w:tcPr>
            <w:tcW w:w="851" w:type="dxa"/>
            <w:vAlign w:val="center"/>
          </w:tcPr>
          <w:p w14:paraId="3BEBD791" w14:textId="77777777" w:rsidR="00B036C4" w:rsidRPr="009C54AE" w:rsidRDefault="00B036C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1B9A70C" w14:textId="77777777" w:rsidR="00B036C4" w:rsidRPr="00B036C4" w:rsidRDefault="00B036C4" w:rsidP="00B036C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036C4">
              <w:rPr>
                <w:rFonts w:ascii="Corbel" w:hAnsi="Corbel"/>
                <w:b w:val="0"/>
                <w:sz w:val="24"/>
                <w:szCs w:val="24"/>
              </w:rPr>
              <w:t>Nabycie umiej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ci analizy danych finansowych, rozwi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zywania problemów decyzyjnych za pomoc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 xml:space="preserve">ą 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metod oceny ryzyka zagro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ż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enia upadło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ci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 xml:space="preserve">ą 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przedsi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biorstwa.</w:t>
            </w:r>
          </w:p>
        </w:tc>
      </w:tr>
    </w:tbl>
    <w:p w14:paraId="019B11E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509624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40BA4C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4131635B" w14:textId="77777777" w:rsidTr="0071620A">
        <w:tc>
          <w:tcPr>
            <w:tcW w:w="1701" w:type="dxa"/>
            <w:vAlign w:val="center"/>
          </w:tcPr>
          <w:p w14:paraId="0DBCE54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2B4D6D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EA3E91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036C4" w:rsidRPr="009C54AE" w14:paraId="243551BE" w14:textId="77777777" w:rsidTr="005E6E85">
        <w:tc>
          <w:tcPr>
            <w:tcW w:w="1701" w:type="dxa"/>
          </w:tcPr>
          <w:p w14:paraId="1EBD71A7" w14:textId="77777777" w:rsidR="00B036C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4BDD41B" w14:textId="77777777" w:rsidR="00B036C4" w:rsidRPr="00F678CA" w:rsidRDefault="00B42197" w:rsidP="00522E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Posiada wi</w:t>
            </w:r>
            <w:r w:rsidR="00F54004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 xml:space="preserve">dzę pozwalającą opisać zjawiska z zakresu finansów i ekonomii. W szerokim rozumieniu potrafi wytłumaczyć zachodzące zjawiska i </w:t>
            </w:r>
            <w:r w:rsidR="00F54004">
              <w:rPr>
                <w:rFonts w:ascii="Corbel" w:hAnsi="Corbel"/>
                <w:sz w:val="24"/>
                <w:szCs w:val="24"/>
              </w:rPr>
              <w:t xml:space="preserve">dopasować do nich metody i teorie pozwalające na wyjaśnienie zależności pomiędzy nimi 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>w ujęciu mikro i makroekonomicznym</w:t>
            </w:r>
          </w:p>
        </w:tc>
        <w:tc>
          <w:tcPr>
            <w:tcW w:w="1873" w:type="dxa"/>
          </w:tcPr>
          <w:p w14:paraId="617EF1BD" w14:textId="77777777" w:rsidR="00B036C4" w:rsidRDefault="00B036C4" w:rsidP="00B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75BD6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5E0CC902" w14:textId="77777777" w:rsidR="00522EE4" w:rsidRPr="00522EE4" w:rsidRDefault="00522EE4" w:rsidP="00B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vertAlign w:val="subscript"/>
                <w:lang w:eastAsia="pl-PL"/>
              </w:rPr>
            </w:pPr>
          </w:p>
          <w:p w14:paraId="2B883A67" w14:textId="77777777" w:rsidR="00B036C4" w:rsidRPr="00D75BD6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036C4" w:rsidRPr="009C54AE" w14:paraId="171085B9" w14:textId="77777777" w:rsidTr="005E6E85">
        <w:tc>
          <w:tcPr>
            <w:tcW w:w="1701" w:type="dxa"/>
          </w:tcPr>
          <w:p w14:paraId="2C8DB513" w14:textId="77777777" w:rsidR="00B036C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3686594" w14:textId="77777777" w:rsidR="00B036C4" w:rsidRPr="00B036C4" w:rsidRDefault="00F5400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Posiada wiedzę pozwalającą scharakteryzować modele analizy ekonomicznej oraz dopasować je do poszczególnych procesów zachodzących w </w:t>
            </w:r>
            <w:proofErr w:type="gramStart"/>
            <w:r>
              <w:rPr>
                <w:rFonts w:ascii="Corbel" w:hAnsi="Corbel"/>
                <w:sz w:val="24"/>
                <w:szCs w:val="24"/>
              </w:rPr>
              <w:t>gospodarce,</w:t>
            </w:r>
            <w:proofErr w:type="gramEnd"/>
            <w:r>
              <w:rPr>
                <w:rFonts w:ascii="Corbel" w:hAnsi="Corbel"/>
                <w:sz w:val="24"/>
                <w:szCs w:val="24"/>
              </w:rPr>
              <w:t xml:space="preserve"> czy przedsiębiorstwie</w:t>
            </w:r>
          </w:p>
        </w:tc>
        <w:tc>
          <w:tcPr>
            <w:tcW w:w="1873" w:type="dxa"/>
          </w:tcPr>
          <w:p w14:paraId="670DCA23" w14:textId="77777777" w:rsidR="00B036C4" w:rsidRPr="00613345" w:rsidRDefault="00522EE4" w:rsidP="00613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vertAlign w:val="subscript"/>
                <w:lang w:eastAsia="pl-PL"/>
              </w:rPr>
            </w:pPr>
            <w:r w:rsidRPr="00D75BD6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</w:p>
        </w:tc>
      </w:tr>
      <w:tr w:rsidR="00B036C4" w:rsidRPr="009C54AE" w14:paraId="2C3382C6" w14:textId="77777777" w:rsidTr="005E6E85">
        <w:tc>
          <w:tcPr>
            <w:tcW w:w="1701" w:type="dxa"/>
          </w:tcPr>
          <w:p w14:paraId="6FE6B7FC" w14:textId="77777777" w:rsidR="00522EE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12D3E14" w14:textId="77777777" w:rsidR="00522EE4" w:rsidRPr="00B036C4" w:rsidRDefault="00F54004" w:rsidP="00F540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wykorzystać posiadaną wiedzę w zastosowaniu praktycznym w ocenie zachodzących zmian w przedsiębiorstwie oraz dzięki nim uzyskać rozwiązania złożonych problemów jakie mogą wystąpić.</w:t>
            </w:r>
          </w:p>
        </w:tc>
        <w:tc>
          <w:tcPr>
            <w:tcW w:w="1873" w:type="dxa"/>
          </w:tcPr>
          <w:p w14:paraId="3FB33EBC" w14:textId="77777777" w:rsidR="00B036C4" w:rsidRPr="00F678CA" w:rsidRDefault="00522EE4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F678CA" w:rsidRPr="00F678CA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  <w:p w14:paraId="5A7A9859" w14:textId="77777777" w:rsidR="00522EE4" w:rsidRPr="00F678CA" w:rsidRDefault="00522EE4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B036C4" w:rsidRPr="009C54AE" w14:paraId="51C0B6B0" w14:textId="77777777" w:rsidTr="005E6E85">
        <w:tc>
          <w:tcPr>
            <w:tcW w:w="1701" w:type="dxa"/>
          </w:tcPr>
          <w:p w14:paraId="4F2CA3BF" w14:textId="77777777" w:rsidR="00B036C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E92AA9A" w14:textId="77777777" w:rsidR="00B036C4" w:rsidRPr="00522EE4" w:rsidRDefault="00F5400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zastosować posiadaną wiedzę w celu analizowania 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 xml:space="preserve">przyczyn i </w:t>
            </w:r>
            <w:r>
              <w:rPr>
                <w:rFonts w:ascii="Corbel" w:hAnsi="Corbel"/>
                <w:sz w:val="24"/>
                <w:szCs w:val="24"/>
              </w:rPr>
              <w:t xml:space="preserve">na tej podstawie dokonać 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>ocen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 xml:space="preserve"> przebieg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 xml:space="preserve"> zjawisk gospodarczych i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BA7DC71" w14:textId="77777777" w:rsidR="00B036C4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K_U04</w:t>
            </w:r>
          </w:p>
        </w:tc>
      </w:tr>
      <w:tr w:rsidR="00B036C4" w:rsidRPr="009C54AE" w14:paraId="322921D7" w14:textId="77777777" w:rsidTr="005E6E85">
        <w:tc>
          <w:tcPr>
            <w:tcW w:w="1701" w:type="dxa"/>
          </w:tcPr>
          <w:p w14:paraId="692D5D65" w14:textId="77777777" w:rsidR="00B036C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C64D545" w14:textId="77777777" w:rsidR="00B036C4" w:rsidRPr="00B036C4" w:rsidRDefault="00406312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w stanie w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>ykorzystywać metody i narzędzia, w tym zaawansowane techniki informacyjno-komunikacyjne w ocenie i prognozowaniu procesów gospodarczych i społecznych, przystosowanie istniejących oraz opracowanie nowych metod i narzędzi</w:t>
            </w:r>
          </w:p>
        </w:tc>
        <w:tc>
          <w:tcPr>
            <w:tcW w:w="1873" w:type="dxa"/>
          </w:tcPr>
          <w:p w14:paraId="135668EC" w14:textId="77777777" w:rsidR="00F678CA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K_U05</w:t>
            </w:r>
          </w:p>
          <w:p w14:paraId="7503E9B1" w14:textId="77777777" w:rsidR="00B036C4" w:rsidRPr="00D75BD6" w:rsidRDefault="00B036C4" w:rsidP="00F678CA">
            <w:pPr>
              <w:pStyle w:val="Punktygwne"/>
              <w:autoSpaceDE w:val="0"/>
              <w:autoSpaceDN w:val="0"/>
              <w:adjustRightIn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</w:p>
        </w:tc>
      </w:tr>
      <w:tr w:rsidR="00F678CA" w:rsidRPr="009C54AE" w14:paraId="1CA39390" w14:textId="77777777" w:rsidTr="005E6E85">
        <w:tc>
          <w:tcPr>
            <w:tcW w:w="1701" w:type="dxa"/>
          </w:tcPr>
          <w:p w14:paraId="6F03F65E" w14:textId="77777777" w:rsidR="00F678CA" w:rsidRPr="005349A8" w:rsidRDefault="00F678CA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060F5602" w14:textId="77777777" w:rsidR="00F678CA" w:rsidRPr="00B036C4" w:rsidRDefault="00F5400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pozyskiwać dane ekonomiczne oraz dokonać ich krytycznej oceny. W procesie oceny potrafi wykorzystać wiedzę z zakresu metod statystycznych w celu syntetycznej oceny procesów zachodzących w przedsiębiorstwie oraz gospodarce.</w:t>
            </w:r>
          </w:p>
        </w:tc>
        <w:tc>
          <w:tcPr>
            <w:tcW w:w="1873" w:type="dxa"/>
          </w:tcPr>
          <w:p w14:paraId="156346E6" w14:textId="77777777" w:rsidR="00F678CA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K_U06</w:t>
            </w:r>
          </w:p>
        </w:tc>
      </w:tr>
      <w:tr w:rsidR="00F678CA" w:rsidRPr="009C54AE" w14:paraId="55990C5E" w14:textId="77777777" w:rsidTr="005E6E85">
        <w:tc>
          <w:tcPr>
            <w:tcW w:w="1701" w:type="dxa"/>
          </w:tcPr>
          <w:p w14:paraId="4A60C305" w14:textId="77777777" w:rsidR="00F678CA" w:rsidRPr="005349A8" w:rsidRDefault="00F678CA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7D266A22" w14:textId="77777777" w:rsidR="00F678CA" w:rsidRPr="00B036C4" w:rsidRDefault="00F54004" w:rsidP="002426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skutecznie zaplanować oraz zrealizować własne cele</w:t>
            </w:r>
            <w:r w:rsidR="00406312">
              <w:rPr>
                <w:rFonts w:ascii="Corbel" w:hAnsi="Corbel"/>
                <w:sz w:val="24"/>
                <w:szCs w:val="24"/>
              </w:rPr>
              <w:t xml:space="preserve">. Jest w stanie optymalnie określić priorytety oraz ukierunkować swoje czynności w związku z tym </w:t>
            </w:r>
            <w:r w:rsidR="00242682">
              <w:rPr>
                <w:rFonts w:ascii="Corbel" w:hAnsi="Corbel"/>
                <w:sz w:val="24"/>
                <w:szCs w:val="24"/>
              </w:rPr>
              <w:t>s</w:t>
            </w:r>
            <w:r w:rsidR="00406312">
              <w:rPr>
                <w:rFonts w:ascii="Corbel" w:hAnsi="Corbel"/>
                <w:sz w:val="24"/>
                <w:szCs w:val="24"/>
              </w:rPr>
              <w:t xml:space="preserve">kutecznie </w:t>
            </w:r>
            <w:proofErr w:type="spellStart"/>
            <w:r w:rsidR="00406312">
              <w:rPr>
                <w:rFonts w:ascii="Corbel" w:hAnsi="Corbel"/>
                <w:sz w:val="24"/>
                <w:szCs w:val="24"/>
              </w:rPr>
              <w:t>oddziaływując</w:t>
            </w:r>
            <w:proofErr w:type="spellEnd"/>
            <w:r w:rsidR="00406312">
              <w:rPr>
                <w:rFonts w:ascii="Corbel" w:hAnsi="Corbel"/>
                <w:sz w:val="24"/>
                <w:szCs w:val="24"/>
              </w:rPr>
              <w:t xml:space="preserve"> na innych w tym zakresie.</w:t>
            </w:r>
          </w:p>
        </w:tc>
        <w:tc>
          <w:tcPr>
            <w:tcW w:w="1873" w:type="dxa"/>
          </w:tcPr>
          <w:p w14:paraId="45C299F4" w14:textId="77777777" w:rsidR="00F678CA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K_U12,</w:t>
            </w:r>
          </w:p>
        </w:tc>
      </w:tr>
      <w:tr w:rsidR="00F678CA" w:rsidRPr="009C54AE" w14:paraId="39FAF274" w14:textId="77777777" w:rsidTr="005E6E85">
        <w:tc>
          <w:tcPr>
            <w:tcW w:w="1701" w:type="dxa"/>
          </w:tcPr>
          <w:p w14:paraId="6B7C4D1C" w14:textId="77777777" w:rsidR="00F678CA" w:rsidRPr="005349A8" w:rsidRDefault="00F678CA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1AA718A5" w14:textId="77777777" w:rsidR="00F678CA" w:rsidRPr="00B036C4" w:rsidRDefault="00406312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Posiada świadomość znaczenia zdobytej wiedzy, dzięki której możliwe jest rozwiązywanie złożonych problemów poznawczych i praktycznych z zakresu prognozowania finansowego oraz syntetycznej oceny procesów ekonomicznych zachodzących w przedsiębiorstwie i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gospodarce. Jest w stanie skutecznie ocenić i skonfrontować swoje poglądy 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>z ekspertami z praktyki gospodarczej w kontekście realizacji projektów badawczych i naukowych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76933F5" w14:textId="77777777" w:rsidR="00F678CA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K_K02</w:t>
            </w:r>
          </w:p>
        </w:tc>
      </w:tr>
    </w:tbl>
    <w:p w14:paraId="6B342B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7C5607" w14:textId="77777777" w:rsidR="0085747A" w:rsidRDefault="00675843" w:rsidP="00B036C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BFD1DC9" w14:textId="77777777" w:rsidR="00B036C4" w:rsidRPr="00B036C4" w:rsidRDefault="00B036C4" w:rsidP="00B036C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86CA0A8" w14:textId="77777777" w:rsidR="0085747A" w:rsidRPr="00B036C4" w:rsidRDefault="0085747A" w:rsidP="00B036C4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036C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036C4">
        <w:rPr>
          <w:rFonts w:ascii="Corbel" w:hAnsi="Corbel"/>
          <w:sz w:val="24"/>
          <w:szCs w:val="24"/>
        </w:rPr>
        <w:t xml:space="preserve">, </w:t>
      </w:r>
      <w:r w:rsidRPr="00B036C4">
        <w:rPr>
          <w:rFonts w:ascii="Corbel" w:hAnsi="Corbel"/>
          <w:sz w:val="24"/>
          <w:szCs w:val="24"/>
        </w:rPr>
        <w:t xml:space="preserve">zajęć praktycznych </w:t>
      </w:r>
    </w:p>
    <w:p w14:paraId="3A5C119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036C4" w:rsidRPr="005349A8" w14:paraId="36253C04" w14:textId="77777777" w:rsidTr="005875ED">
        <w:tc>
          <w:tcPr>
            <w:tcW w:w="9639" w:type="dxa"/>
          </w:tcPr>
          <w:p w14:paraId="791BAF69" w14:textId="77777777" w:rsidR="00B036C4" w:rsidRPr="005349A8" w:rsidRDefault="00B036C4" w:rsidP="00740C5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036C4" w:rsidRPr="005349A8" w14:paraId="3227B6D5" w14:textId="77777777" w:rsidTr="005875ED">
        <w:tc>
          <w:tcPr>
            <w:tcW w:w="9639" w:type="dxa"/>
          </w:tcPr>
          <w:p w14:paraId="4D7C3C72" w14:textId="77777777" w:rsidR="00B036C4" w:rsidRPr="005349A8" w:rsidRDefault="00B036C4" w:rsidP="00740C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Miejsce analizy ekonomiczno-finansowej w systematyce nauk ekonomicznych</w:t>
            </w:r>
          </w:p>
        </w:tc>
      </w:tr>
      <w:tr w:rsidR="00B036C4" w:rsidRPr="005349A8" w14:paraId="1C8A285D" w14:textId="77777777" w:rsidTr="005875ED">
        <w:tc>
          <w:tcPr>
            <w:tcW w:w="9639" w:type="dxa"/>
          </w:tcPr>
          <w:p w14:paraId="389DE5EB" w14:textId="77777777" w:rsidR="00B036C4" w:rsidRPr="005349A8" w:rsidRDefault="00B036C4" w:rsidP="00740C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Badanie efektów dźwigni operacyjnej, finansowej i łącznej. Tarcza podatkowa</w:t>
            </w:r>
          </w:p>
        </w:tc>
      </w:tr>
      <w:tr w:rsidR="00B036C4" w:rsidRPr="005349A8" w14:paraId="28A9B2FF" w14:textId="77777777" w:rsidTr="005875ED">
        <w:tc>
          <w:tcPr>
            <w:tcW w:w="9639" w:type="dxa"/>
          </w:tcPr>
          <w:p w14:paraId="7B3B2FE7" w14:textId="77777777" w:rsidR="00B036C4" w:rsidRPr="005349A8" w:rsidRDefault="00B036C4" w:rsidP="00740C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Analiza wska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nikowa. Kryteria oceny płynno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ci finansowej, aktywno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ci, rentowno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ci oraz zadłu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enia przedsi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biorstwa.</w:t>
            </w:r>
          </w:p>
        </w:tc>
      </w:tr>
      <w:tr w:rsidR="00B036C4" w:rsidRPr="005349A8" w14:paraId="10D5D87C" w14:textId="77777777" w:rsidTr="005875ED">
        <w:tc>
          <w:tcPr>
            <w:tcW w:w="9639" w:type="dxa"/>
            <w:vAlign w:val="center"/>
          </w:tcPr>
          <w:p w14:paraId="1144A0B4" w14:textId="77777777" w:rsidR="00B036C4" w:rsidRPr="005349A8" w:rsidRDefault="00B036C4" w:rsidP="00740C5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Me</w:t>
            </w:r>
            <w:r w:rsidR="00740C55">
              <w:rPr>
                <w:rFonts w:ascii="Corbel" w:hAnsi="Corbel"/>
                <w:sz w:val="24"/>
                <w:szCs w:val="24"/>
              </w:rPr>
              <w:t>t</w:t>
            </w:r>
            <w:r w:rsidRPr="005349A8">
              <w:rPr>
                <w:rFonts w:ascii="Corbel" w:hAnsi="Corbel"/>
                <w:sz w:val="24"/>
                <w:szCs w:val="24"/>
              </w:rPr>
              <w:t>ody analizy przyczynowej.</w:t>
            </w:r>
          </w:p>
        </w:tc>
      </w:tr>
      <w:tr w:rsidR="00B036C4" w:rsidRPr="005349A8" w14:paraId="5A366A3B" w14:textId="77777777" w:rsidTr="005875ED">
        <w:tc>
          <w:tcPr>
            <w:tcW w:w="9639" w:type="dxa"/>
            <w:vAlign w:val="center"/>
          </w:tcPr>
          <w:p w14:paraId="76DEBE46" w14:textId="77777777" w:rsidR="00B036C4" w:rsidRPr="005349A8" w:rsidRDefault="00B036C4" w:rsidP="00740C5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 xml:space="preserve">Wykorzystanie modeli dyskryminacyjnych, </w:t>
            </w:r>
            <w:proofErr w:type="spellStart"/>
            <w:r w:rsidRPr="005349A8">
              <w:rPr>
                <w:rFonts w:ascii="Corbel" w:hAnsi="Corbel"/>
                <w:sz w:val="24"/>
                <w:szCs w:val="24"/>
              </w:rPr>
              <w:t>logitowych</w:t>
            </w:r>
            <w:proofErr w:type="spellEnd"/>
            <w:r w:rsidRPr="005349A8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5349A8">
              <w:rPr>
                <w:rFonts w:ascii="Corbel" w:hAnsi="Corbel"/>
                <w:sz w:val="24"/>
                <w:szCs w:val="24"/>
              </w:rPr>
              <w:t>probitowych</w:t>
            </w:r>
            <w:proofErr w:type="spellEnd"/>
            <w:r w:rsidRPr="005349A8">
              <w:rPr>
                <w:rFonts w:ascii="Corbel" w:hAnsi="Corbel"/>
                <w:sz w:val="24"/>
                <w:szCs w:val="24"/>
              </w:rPr>
              <w:t xml:space="preserve"> do oceny kondycji finansowej przedsiębiorstwa</w:t>
            </w:r>
          </w:p>
        </w:tc>
      </w:tr>
      <w:tr w:rsidR="00B036C4" w:rsidRPr="005349A8" w14:paraId="42704822" w14:textId="77777777" w:rsidTr="005875ED">
        <w:tc>
          <w:tcPr>
            <w:tcW w:w="9639" w:type="dxa"/>
            <w:vAlign w:val="center"/>
          </w:tcPr>
          <w:p w14:paraId="74963B5D" w14:textId="77777777" w:rsidR="00B036C4" w:rsidRPr="005349A8" w:rsidRDefault="00B036C4" w:rsidP="00740C5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Bankowe metody oceny zdolności kredytowej przedsiębiorstwa.</w:t>
            </w:r>
          </w:p>
        </w:tc>
      </w:tr>
      <w:tr w:rsidR="00B036C4" w:rsidRPr="005349A8" w14:paraId="6414819B" w14:textId="77777777" w:rsidTr="005875ED">
        <w:tc>
          <w:tcPr>
            <w:tcW w:w="9639" w:type="dxa"/>
            <w:vAlign w:val="center"/>
          </w:tcPr>
          <w:p w14:paraId="688C292D" w14:textId="77777777" w:rsidR="00B036C4" w:rsidRPr="005349A8" w:rsidRDefault="00B036C4" w:rsidP="00740C5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Związki przyczynowo skutkowe między kondycją finansową spółki akcyjnej a wskaźnikami rynku kapitałowego.</w:t>
            </w:r>
          </w:p>
        </w:tc>
      </w:tr>
    </w:tbl>
    <w:p w14:paraId="01BD04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61AF1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D87A9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7E8CA8" w14:textId="77777777" w:rsidR="00B036C4" w:rsidRPr="005349A8" w:rsidRDefault="00B036C4" w:rsidP="00B036C4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/>
          <w:sz w:val="24"/>
          <w:szCs w:val="24"/>
          <w:lang w:eastAsia="pl-PL"/>
        </w:rPr>
      </w:pPr>
      <w:r w:rsidRPr="005349A8">
        <w:rPr>
          <w:rFonts w:ascii="Corbel" w:hAnsi="Corbel"/>
          <w:sz w:val="24"/>
          <w:szCs w:val="24"/>
        </w:rPr>
        <w:t xml:space="preserve">Ćwiczenia: </w:t>
      </w:r>
      <w:r w:rsidRPr="005349A8">
        <w:rPr>
          <w:rFonts w:ascii="Corbel" w:hAnsi="Corbel"/>
          <w:sz w:val="24"/>
          <w:szCs w:val="24"/>
          <w:lang w:eastAsia="pl-PL"/>
        </w:rPr>
        <w:t xml:space="preserve">praca zespołowa i indywidualna, prezentacja multimedialna 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ć</w:t>
      </w:r>
      <w:r w:rsidRPr="005349A8">
        <w:rPr>
          <w:rFonts w:ascii="Corbel" w:hAnsi="Corbel"/>
          <w:sz w:val="24"/>
          <w:szCs w:val="24"/>
          <w:lang w:eastAsia="pl-PL"/>
        </w:rPr>
        <w:t>wicze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 xml:space="preserve">ń </w:t>
      </w:r>
      <w:r w:rsidRPr="005349A8">
        <w:rPr>
          <w:rFonts w:ascii="Corbel" w:hAnsi="Corbel"/>
          <w:sz w:val="24"/>
          <w:szCs w:val="24"/>
          <w:lang w:eastAsia="pl-PL"/>
        </w:rPr>
        <w:t>do rozwi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5349A8">
        <w:rPr>
          <w:rFonts w:ascii="Corbel" w:hAnsi="Corbel"/>
          <w:sz w:val="24"/>
          <w:szCs w:val="24"/>
          <w:lang w:eastAsia="pl-PL"/>
        </w:rPr>
        <w:t>zania,</w:t>
      </w:r>
    </w:p>
    <w:p w14:paraId="09E6FE4C" w14:textId="77777777" w:rsidR="00B036C4" w:rsidRPr="005349A8" w:rsidRDefault="00B036C4" w:rsidP="00B036C4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/>
          <w:b/>
          <w:smallCaps/>
          <w:sz w:val="24"/>
          <w:szCs w:val="24"/>
        </w:rPr>
      </w:pPr>
      <w:r w:rsidRPr="005349A8">
        <w:rPr>
          <w:rFonts w:ascii="Corbel" w:hAnsi="Corbel"/>
          <w:sz w:val="24"/>
          <w:szCs w:val="24"/>
          <w:lang w:eastAsia="pl-PL"/>
        </w:rPr>
        <w:t>obja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ś</w:t>
      </w:r>
      <w:r w:rsidRPr="005349A8">
        <w:rPr>
          <w:rFonts w:ascii="Corbel" w:hAnsi="Corbel"/>
          <w:sz w:val="24"/>
          <w:szCs w:val="24"/>
          <w:lang w:eastAsia="pl-PL"/>
        </w:rPr>
        <w:t>nienia słowne stosowanych rozwi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5349A8">
        <w:rPr>
          <w:rFonts w:ascii="Corbel" w:hAnsi="Corbel"/>
          <w:sz w:val="24"/>
          <w:szCs w:val="24"/>
          <w:lang w:eastAsia="pl-PL"/>
        </w:rPr>
        <w:t>za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ń, analiza sprawozdań finansowych przy użyciu programu komputerowego</w:t>
      </w:r>
    </w:p>
    <w:p w14:paraId="7DB6675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A7B4F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1D58C3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7208A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9C3D31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8B5C25F" w14:textId="77777777" w:rsidTr="00613345">
        <w:tc>
          <w:tcPr>
            <w:tcW w:w="1962" w:type="dxa"/>
            <w:vAlign w:val="center"/>
          </w:tcPr>
          <w:p w14:paraId="488668C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76DABE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569679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7B799B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990F28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036C4" w:rsidRPr="009C54AE" w14:paraId="29183CEB" w14:textId="77777777" w:rsidTr="00613345">
        <w:tc>
          <w:tcPr>
            <w:tcW w:w="1962" w:type="dxa"/>
          </w:tcPr>
          <w:p w14:paraId="0FEE845E" w14:textId="0D9B9777" w:rsidR="00B036C4" w:rsidRPr="009C54AE" w:rsidRDefault="00C00C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C58B30F" w14:textId="77777777" w:rsidR="00B036C4" w:rsidRPr="009C54AE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01DA2709" w14:textId="77777777" w:rsidR="00B036C4" w:rsidRPr="00B036C4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036C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036C4" w:rsidRPr="009C54AE" w14:paraId="32B2B387" w14:textId="77777777" w:rsidTr="00613345">
        <w:tc>
          <w:tcPr>
            <w:tcW w:w="1962" w:type="dxa"/>
          </w:tcPr>
          <w:p w14:paraId="21E5C324" w14:textId="320E7FB5" w:rsidR="00B036C4" w:rsidRPr="009C54AE" w:rsidRDefault="00C00C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5349A8">
              <w:rPr>
                <w:rFonts w:ascii="Corbel" w:hAnsi="Corbel"/>
                <w:b w:val="0"/>
                <w:szCs w:val="24"/>
              </w:rPr>
              <w:t>k_ 02</w:t>
            </w:r>
          </w:p>
        </w:tc>
        <w:tc>
          <w:tcPr>
            <w:tcW w:w="5441" w:type="dxa"/>
          </w:tcPr>
          <w:p w14:paraId="067BF64D" w14:textId="77777777" w:rsidR="00B036C4" w:rsidRPr="009C54AE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zaliczeniowa, 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5CA4A09E" w14:textId="77777777" w:rsidR="00B036C4" w:rsidRPr="00B036C4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036C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036C4" w:rsidRPr="009C54AE" w14:paraId="62A25B03" w14:textId="77777777" w:rsidTr="00613345">
        <w:tc>
          <w:tcPr>
            <w:tcW w:w="1962" w:type="dxa"/>
          </w:tcPr>
          <w:p w14:paraId="0C9E0BA0" w14:textId="25E131A4" w:rsidR="00B036C4" w:rsidRPr="009C54AE" w:rsidRDefault="00C00C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2630BAD7" w14:textId="77777777" w:rsidR="00B036C4" w:rsidRPr="009C54AE" w:rsidRDefault="000B5A67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367C890C" w14:textId="77777777" w:rsidR="00B036C4" w:rsidRPr="00B036C4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036C4" w:rsidRPr="009C54AE" w14:paraId="3039A0A2" w14:textId="77777777" w:rsidTr="00613345">
        <w:tc>
          <w:tcPr>
            <w:tcW w:w="1962" w:type="dxa"/>
          </w:tcPr>
          <w:p w14:paraId="098A7123" w14:textId="0F06246A" w:rsidR="00B036C4" w:rsidRPr="009C54AE" w:rsidRDefault="00C00C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 xml:space="preserve">Ek_ 04 </w:t>
            </w:r>
          </w:p>
        </w:tc>
        <w:tc>
          <w:tcPr>
            <w:tcW w:w="5441" w:type="dxa"/>
          </w:tcPr>
          <w:p w14:paraId="1F230689" w14:textId="77777777" w:rsidR="00B036C4" w:rsidRPr="009C54AE" w:rsidRDefault="000B5A67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1DBE7FCD" w14:textId="77777777" w:rsidR="00B036C4" w:rsidRPr="009C54AE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036C4" w:rsidRPr="009C54AE" w14:paraId="63FC532A" w14:textId="77777777" w:rsidTr="00613345">
        <w:tc>
          <w:tcPr>
            <w:tcW w:w="1962" w:type="dxa"/>
          </w:tcPr>
          <w:p w14:paraId="2DD4336E" w14:textId="655DA018" w:rsidR="00B036C4" w:rsidRPr="009C54AE" w:rsidRDefault="00C00C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40C5CEDD" w14:textId="77777777" w:rsidR="00B036C4" w:rsidRPr="009C54AE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zaliczeniowa, 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7F9DCE32" w14:textId="77777777" w:rsidR="00B036C4" w:rsidRPr="009C54AE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13345" w:rsidRPr="009C54AE" w14:paraId="6B45DBBD" w14:textId="77777777" w:rsidTr="00613345">
        <w:tc>
          <w:tcPr>
            <w:tcW w:w="1962" w:type="dxa"/>
          </w:tcPr>
          <w:p w14:paraId="620F6DF6" w14:textId="7853B67A" w:rsidR="00613345" w:rsidRPr="005349A8" w:rsidRDefault="00C00CA7" w:rsidP="006133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14:paraId="04FA724D" w14:textId="77777777" w:rsidR="00613345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zaliczeniowa, 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16FFB816" w14:textId="77777777" w:rsidR="00613345" w:rsidRPr="005349A8" w:rsidRDefault="00F062AC" w:rsidP="006133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13345" w:rsidRPr="009C54AE" w14:paraId="2123BD76" w14:textId="77777777" w:rsidTr="00613345">
        <w:tc>
          <w:tcPr>
            <w:tcW w:w="1962" w:type="dxa"/>
          </w:tcPr>
          <w:p w14:paraId="720BC0E4" w14:textId="2BCA2E7B" w:rsidR="00613345" w:rsidRPr="005349A8" w:rsidRDefault="00C00CA7" w:rsidP="006133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</w:tcPr>
          <w:p w14:paraId="47F3E5EF" w14:textId="77777777" w:rsidR="00613345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zaliczeniowa, o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aktywności podczas ćwiczeń</w:t>
            </w:r>
          </w:p>
        </w:tc>
        <w:tc>
          <w:tcPr>
            <w:tcW w:w="2117" w:type="dxa"/>
          </w:tcPr>
          <w:p w14:paraId="72C8EC72" w14:textId="77777777" w:rsidR="00613345" w:rsidRPr="005349A8" w:rsidRDefault="00F062AC" w:rsidP="006133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13345" w:rsidRPr="009C54AE" w14:paraId="7A451493" w14:textId="77777777" w:rsidTr="00613345">
        <w:tc>
          <w:tcPr>
            <w:tcW w:w="1962" w:type="dxa"/>
          </w:tcPr>
          <w:p w14:paraId="73282F02" w14:textId="0D72BF70" w:rsidR="00613345" w:rsidRPr="005349A8" w:rsidRDefault="00C00CA7" w:rsidP="006133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zCs w:val="24"/>
              </w:rPr>
              <w:t>08</w:t>
            </w:r>
          </w:p>
        </w:tc>
        <w:tc>
          <w:tcPr>
            <w:tcW w:w="5441" w:type="dxa"/>
          </w:tcPr>
          <w:p w14:paraId="67A04314" w14:textId="77777777" w:rsidR="00613345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aktywności podczas ćwiczeń</w:t>
            </w:r>
          </w:p>
        </w:tc>
        <w:tc>
          <w:tcPr>
            <w:tcW w:w="2117" w:type="dxa"/>
          </w:tcPr>
          <w:p w14:paraId="0A3A5114" w14:textId="77777777" w:rsidR="00613345" w:rsidRPr="005349A8" w:rsidRDefault="00F062AC" w:rsidP="006133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473340F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501D6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0857BF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AE9DEF9" w14:textId="77777777" w:rsidTr="00923D7D">
        <w:tc>
          <w:tcPr>
            <w:tcW w:w="9670" w:type="dxa"/>
          </w:tcPr>
          <w:p w14:paraId="7BF1BAB9" w14:textId="77777777" w:rsidR="00B036C4" w:rsidRPr="005349A8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3953F0D" w14:textId="77777777" w:rsidR="00B036C4" w:rsidRPr="005349A8" w:rsidRDefault="00F062AC" w:rsidP="00B036C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062AC">
              <w:rPr>
                <w:rFonts w:ascii="Corbel" w:hAnsi="Corbel"/>
                <w:sz w:val="24"/>
                <w:szCs w:val="24"/>
              </w:rPr>
              <w:t>Praca zaliczeniowa</w:t>
            </w:r>
            <w:r w:rsidR="000B5A67">
              <w:rPr>
                <w:rFonts w:ascii="Corbel" w:hAnsi="Corbel"/>
                <w:sz w:val="24"/>
                <w:szCs w:val="24"/>
              </w:rPr>
              <w:t>;</w:t>
            </w:r>
          </w:p>
          <w:p w14:paraId="0FA0824F" w14:textId="77777777" w:rsidR="00B036C4" w:rsidRPr="005349A8" w:rsidRDefault="00B036C4" w:rsidP="00B036C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1BB3C71A" w14:textId="77777777" w:rsidR="0085747A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 xml:space="preserve">Ocena 3,0 wymaga zdobycia </w:t>
            </w:r>
            <w:r w:rsidR="00003572">
              <w:rPr>
                <w:rFonts w:ascii="Corbel" w:hAnsi="Corbel"/>
                <w:b w:val="0"/>
                <w:smallCaps w:val="0"/>
                <w:szCs w:val="24"/>
              </w:rPr>
              <w:t>minimum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 xml:space="preserve"> 5</w:t>
            </w:r>
            <w:r w:rsidR="00003572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  <w:r w:rsidR="000B5A67">
              <w:rPr>
                <w:rFonts w:ascii="Corbel" w:hAnsi="Corbel"/>
                <w:b w:val="0"/>
                <w:smallCaps w:val="0"/>
                <w:szCs w:val="24"/>
              </w:rPr>
              <w:t xml:space="preserve"> Na ocenę końcową składa się suma uzyskanych punktów z aktywności w trakcie zajęć oraz ocena z projektu zaliczeniowego. Aby uzyskać ocenę pozytywną (3,0), praca zaliczeniowa musi zostać oceniona pozytywni</w:t>
            </w:r>
            <w:r w:rsidR="00F062AC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0B5A67">
              <w:rPr>
                <w:rFonts w:ascii="Corbel" w:hAnsi="Corbel"/>
                <w:b w:val="0"/>
                <w:smallCaps w:val="0"/>
                <w:szCs w:val="24"/>
              </w:rPr>
              <w:t xml:space="preserve">. Punkty z aktywności wpływają na ocenę końcową nie więcej niż </w:t>
            </w:r>
            <w:r w:rsidR="00F062AC">
              <w:rPr>
                <w:rFonts w:ascii="Corbel" w:hAnsi="Corbel"/>
                <w:b w:val="0"/>
                <w:smallCaps w:val="0"/>
                <w:szCs w:val="24"/>
              </w:rPr>
              <w:t>na</w:t>
            </w:r>
            <w:r w:rsidR="000B5A67">
              <w:rPr>
                <w:rFonts w:ascii="Corbel" w:hAnsi="Corbel"/>
                <w:b w:val="0"/>
                <w:smallCaps w:val="0"/>
                <w:szCs w:val="24"/>
              </w:rPr>
              <w:t xml:space="preserve"> 20% sumy punktów z projektu zaliczeniowego.</w:t>
            </w:r>
          </w:p>
        </w:tc>
      </w:tr>
    </w:tbl>
    <w:p w14:paraId="591BEE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AA706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661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41C8019" w14:textId="77777777" w:rsidTr="003E1941">
        <w:tc>
          <w:tcPr>
            <w:tcW w:w="4962" w:type="dxa"/>
            <w:vAlign w:val="center"/>
          </w:tcPr>
          <w:p w14:paraId="5203D00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75006A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966716C" w14:textId="77777777" w:rsidTr="00923D7D">
        <w:tc>
          <w:tcPr>
            <w:tcW w:w="4962" w:type="dxa"/>
          </w:tcPr>
          <w:p w14:paraId="646B1EEA" w14:textId="77777777" w:rsidR="0085747A" w:rsidRPr="009C54AE" w:rsidRDefault="00C61DC5" w:rsidP="00B036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8DDD0F" w14:textId="17F58C5F" w:rsidR="0085747A" w:rsidRPr="009C54AE" w:rsidRDefault="00D44632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C61DC5" w:rsidRPr="009C54AE" w14:paraId="7AEC93EC" w14:textId="77777777" w:rsidTr="00923D7D">
        <w:tc>
          <w:tcPr>
            <w:tcW w:w="4962" w:type="dxa"/>
          </w:tcPr>
          <w:p w14:paraId="1A1A2882" w14:textId="77777777" w:rsidR="00C61DC5" w:rsidRPr="009C54AE" w:rsidRDefault="00C61DC5" w:rsidP="00B036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890C8C2" w14:textId="77777777" w:rsidR="00C61DC5" w:rsidRPr="009C54AE" w:rsidRDefault="00C61DC5" w:rsidP="00B036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572A9E5" w14:textId="77777777" w:rsidR="00C61DC5" w:rsidRPr="009C54AE" w:rsidRDefault="00B036C4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F70560A" w14:textId="77777777" w:rsidTr="00923D7D">
        <w:tc>
          <w:tcPr>
            <w:tcW w:w="4962" w:type="dxa"/>
          </w:tcPr>
          <w:p w14:paraId="60F3CDDA" w14:textId="77777777" w:rsidR="00C61DC5" w:rsidRPr="009C54AE" w:rsidRDefault="00C61DC5" w:rsidP="00B036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42D0DA0" w14:textId="14736BCB" w:rsidR="00C61DC5" w:rsidRPr="009C54AE" w:rsidRDefault="00D44632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85747A" w:rsidRPr="009C54AE" w14:paraId="23944FCC" w14:textId="77777777" w:rsidTr="00923D7D">
        <w:tc>
          <w:tcPr>
            <w:tcW w:w="4962" w:type="dxa"/>
          </w:tcPr>
          <w:p w14:paraId="23A1B03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F163F4" w14:textId="77777777" w:rsidR="0085747A" w:rsidRPr="009C54AE" w:rsidRDefault="00B036C4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6424B27" w14:textId="77777777" w:rsidTr="00923D7D">
        <w:tc>
          <w:tcPr>
            <w:tcW w:w="4962" w:type="dxa"/>
          </w:tcPr>
          <w:p w14:paraId="0BC61BE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284740" w14:textId="77777777" w:rsidR="0085747A" w:rsidRPr="00B036C4" w:rsidRDefault="00B036C4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036C4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3849D60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3A4D9F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4A58C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D3DB7A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77B8F9D5" w14:textId="77777777" w:rsidTr="008962A4">
        <w:trPr>
          <w:trHeight w:val="397"/>
        </w:trPr>
        <w:tc>
          <w:tcPr>
            <w:tcW w:w="2359" w:type="pct"/>
          </w:tcPr>
          <w:p w14:paraId="53BB027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85B758A" w14:textId="77777777" w:rsidR="0085747A" w:rsidRPr="009C54AE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2D0A781" w14:textId="77777777" w:rsidTr="008962A4">
        <w:trPr>
          <w:trHeight w:val="397"/>
        </w:trPr>
        <w:tc>
          <w:tcPr>
            <w:tcW w:w="2359" w:type="pct"/>
          </w:tcPr>
          <w:p w14:paraId="0E55644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CF3DF76" w14:textId="77777777" w:rsidR="0085747A" w:rsidRPr="009C54AE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9B6E09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D3142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7B96D2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036C4" w:rsidRPr="005349A8" w14:paraId="290A03DC" w14:textId="77777777" w:rsidTr="00003572">
        <w:trPr>
          <w:trHeight w:val="397"/>
          <w:jc w:val="center"/>
        </w:trPr>
        <w:tc>
          <w:tcPr>
            <w:tcW w:w="7513" w:type="dxa"/>
          </w:tcPr>
          <w:p w14:paraId="6F9CEEC5" w14:textId="77777777" w:rsidR="00B036C4" w:rsidRPr="005349A8" w:rsidRDefault="00B036C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14:paraId="7280DC99" w14:textId="77777777" w:rsidR="00B036C4" w:rsidRPr="00003572" w:rsidRDefault="00B036C4" w:rsidP="0000357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G. Gołębiowski, Analiza finansowa przedsiębiorstwa, Wydanie III zaktualizowane, </w:t>
            </w:r>
            <w:proofErr w:type="spellStart"/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Difin</w:t>
            </w:r>
            <w:proofErr w:type="spellEnd"/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, Warszawa 2020.</w:t>
            </w:r>
          </w:p>
          <w:p w14:paraId="549BBC1D" w14:textId="77777777" w:rsidR="00B036C4" w:rsidRPr="00003572" w:rsidRDefault="00B036C4" w:rsidP="0000357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M. </w:t>
            </w:r>
            <w:proofErr w:type="spellStart"/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Jerzemowska</w:t>
            </w:r>
            <w:proofErr w:type="spellEnd"/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, Analiza ekonomiczna w przedsiębiorstwie, Wydanie IV zmienione, PWE, Warszawa 2018.</w:t>
            </w:r>
          </w:p>
          <w:p w14:paraId="758C78FA" w14:textId="77777777" w:rsidR="00B036C4" w:rsidRPr="00003572" w:rsidRDefault="00B036C4" w:rsidP="0000357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Metody dyskryminacyjne jako instrument oceny zagro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enia upadło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 xml:space="preserve">ą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. Wyd. Uniwersytetu Rzeszowskiego, Rzeszów 2015.</w:t>
            </w:r>
          </w:p>
        </w:tc>
      </w:tr>
      <w:tr w:rsidR="00B036C4" w:rsidRPr="00B036C4" w14:paraId="0AAC4499" w14:textId="77777777" w:rsidTr="00003572">
        <w:trPr>
          <w:trHeight w:val="397"/>
          <w:jc w:val="center"/>
        </w:trPr>
        <w:tc>
          <w:tcPr>
            <w:tcW w:w="7513" w:type="dxa"/>
          </w:tcPr>
          <w:p w14:paraId="0042DE46" w14:textId="77777777" w:rsidR="00B036C4" w:rsidRPr="005349A8" w:rsidRDefault="00B036C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2055E49F" w14:textId="77777777" w:rsidR="00B036C4" w:rsidRPr="00003572" w:rsidRDefault="00B036C4" w:rsidP="0000357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Antonowicz P.,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Metody oceny i prognoza kondycji ekonomiczno-finansowej 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biorstw.</w:t>
            </w:r>
            <w:r w:rsidRPr="0000357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Wyd. </w:t>
            </w:r>
            <w:proofErr w:type="spellStart"/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ODiDK</w:t>
            </w:r>
            <w:proofErr w:type="spellEnd"/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, Gda</w:t>
            </w:r>
            <w:r w:rsidRPr="00003572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sk 2007.</w:t>
            </w:r>
          </w:p>
          <w:p w14:paraId="1A305C4A" w14:textId="77777777" w:rsidR="00B036C4" w:rsidRPr="00003572" w:rsidRDefault="00B036C4" w:rsidP="0000357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Korol T.,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Nowe podej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cie do analizy wska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ź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nikowej w 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biorstwie</w:t>
            </w:r>
            <w:r w:rsidRPr="0000357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Oficyna Wolters Kluwer Polska, Warszawa 2013.</w:t>
            </w:r>
          </w:p>
          <w:p w14:paraId="4C515168" w14:textId="77777777" w:rsidR="00B036C4" w:rsidRPr="00003572" w:rsidRDefault="00B036C4" w:rsidP="0000357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 xml:space="preserve">Kowalak R.,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Ocena kondycji finansowej 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biorstwa w badaniu zagro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enia upadło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ą</w:t>
            </w:r>
            <w:r w:rsidRPr="0000357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. 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Wyd. </w:t>
            </w:r>
            <w:proofErr w:type="spellStart"/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ODiDK</w:t>
            </w:r>
            <w:proofErr w:type="spellEnd"/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, Gda</w:t>
            </w:r>
            <w:r w:rsidRPr="00003572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sk 2008.</w:t>
            </w:r>
          </w:p>
          <w:p w14:paraId="66ACEA68" w14:textId="77777777" w:rsidR="00E777D5" w:rsidRDefault="00B036C4" w:rsidP="00E777D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Zaleska M.,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Ocena ekonomiczno-finansowa 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biorstwa przez analityka bankowego</w:t>
            </w:r>
            <w:r w:rsidRPr="0000357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(wyd. II poprawione i rozszerzone), Oficyna Wydawnicza SGH, Warszawa 2012.</w:t>
            </w:r>
          </w:p>
          <w:p w14:paraId="12A979A4" w14:textId="77777777" w:rsidR="00B036C4" w:rsidRPr="00E777D5" w:rsidRDefault="00B036C4" w:rsidP="00E777D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777D5">
              <w:rPr>
                <w:rFonts w:ascii="Corbel" w:hAnsi="Corbel"/>
                <w:sz w:val="24"/>
                <w:szCs w:val="24"/>
                <w:lang w:eastAsia="pl-PL"/>
              </w:rPr>
              <w:t xml:space="preserve">J. </w:t>
            </w:r>
            <w:proofErr w:type="spellStart"/>
            <w:r w:rsidRPr="00E777D5">
              <w:rPr>
                <w:rFonts w:ascii="Corbel" w:hAnsi="Corbel"/>
                <w:sz w:val="24"/>
                <w:szCs w:val="24"/>
                <w:lang w:eastAsia="pl-PL"/>
              </w:rPr>
              <w:t>Dyktus</w:t>
            </w:r>
            <w:proofErr w:type="spellEnd"/>
            <w:r w:rsidRPr="00E777D5">
              <w:rPr>
                <w:rFonts w:ascii="Corbel" w:hAnsi="Corbel"/>
                <w:sz w:val="24"/>
                <w:szCs w:val="24"/>
                <w:lang w:eastAsia="pl-PL"/>
              </w:rPr>
              <w:t xml:space="preserve">, M. Gaertner, B. Malik, Sprawozdawczość i analiza finansowa, </w:t>
            </w:r>
            <w:proofErr w:type="spellStart"/>
            <w:r w:rsidRPr="00E777D5">
              <w:rPr>
                <w:rFonts w:ascii="Corbel" w:hAnsi="Corbel"/>
                <w:sz w:val="24"/>
                <w:szCs w:val="24"/>
                <w:lang w:eastAsia="pl-PL"/>
              </w:rPr>
              <w:t>Difin</w:t>
            </w:r>
            <w:proofErr w:type="spellEnd"/>
            <w:r w:rsidRPr="00E777D5">
              <w:rPr>
                <w:rFonts w:ascii="Corbel" w:hAnsi="Corbel"/>
                <w:sz w:val="24"/>
                <w:szCs w:val="24"/>
                <w:lang w:eastAsia="pl-PL"/>
              </w:rPr>
              <w:t>, Warszawa 2017.</w:t>
            </w:r>
          </w:p>
        </w:tc>
      </w:tr>
    </w:tbl>
    <w:p w14:paraId="0DD06805" w14:textId="77777777" w:rsidR="0085747A" w:rsidRPr="00B036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333168" w14:textId="77777777" w:rsidR="0085747A" w:rsidRPr="00B036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FB0EF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4DEBBD" w14:textId="77777777" w:rsidR="001A6B23" w:rsidRDefault="001A6B23" w:rsidP="00C16ABF">
      <w:pPr>
        <w:spacing w:after="0" w:line="240" w:lineRule="auto"/>
      </w:pPr>
      <w:r>
        <w:separator/>
      </w:r>
    </w:p>
  </w:endnote>
  <w:endnote w:type="continuationSeparator" w:id="0">
    <w:p w14:paraId="21858570" w14:textId="77777777" w:rsidR="001A6B23" w:rsidRDefault="001A6B2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51831A" w14:textId="77777777" w:rsidR="001A6B23" w:rsidRDefault="001A6B23" w:rsidP="00C16ABF">
      <w:pPr>
        <w:spacing w:after="0" w:line="240" w:lineRule="auto"/>
      </w:pPr>
      <w:r>
        <w:separator/>
      </w:r>
    </w:p>
  </w:footnote>
  <w:footnote w:type="continuationSeparator" w:id="0">
    <w:p w14:paraId="78994E16" w14:textId="77777777" w:rsidR="001A6B23" w:rsidRDefault="001A6B23" w:rsidP="00C16ABF">
      <w:pPr>
        <w:spacing w:after="0" w:line="240" w:lineRule="auto"/>
      </w:pPr>
      <w:r>
        <w:continuationSeparator/>
      </w:r>
    </w:p>
  </w:footnote>
  <w:footnote w:id="1">
    <w:p w14:paraId="057B585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D7B5B"/>
    <w:multiLevelType w:val="hybridMultilevel"/>
    <w:tmpl w:val="6E08A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4245AE7"/>
    <w:multiLevelType w:val="hybridMultilevel"/>
    <w:tmpl w:val="04CAF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C66564"/>
    <w:multiLevelType w:val="hybridMultilevel"/>
    <w:tmpl w:val="028C34DE"/>
    <w:lvl w:ilvl="0" w:tplc="F6AE33DC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30A7466"/>
    <w:multiLevelType w:val="hybridMultilevel"/>
    <w:tmpl w:val="7D26A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514D4A"/>
    <w:multiLevelType w:val="hybridMultilevel"/>
    <w:tmpl w:val="EFD8D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84141A"/>
    <w:multiLevelType w:val="hybridMultilevel"/>
    <w:tmpl w:val="6E08A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7"/>
  </w:num>
  <w:num w:numId="5">
    <w:abstractNumId w:val="2"/>
  </w:num>
  <w:num w:numId="6">
    <w:abstractNumId w:val="0"/>
  </w:num>
  <w:num w:numId="7">
    <w:abstractNumId w:val="4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3572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A67"/>
    <w:rsid w:val="000D04B0"/>
    <w:rsid w:val="000F1C57"/>
    <w:rsid w:val="000F5615"/>
    <w:rsid w:val="00124BFF"/>
    <w:rsid w:val="0012560E"/>
    <w:rsid w:val="00127108"/>
    <w:rsid w:val="00130633"/>
    <w:rsid w:val="00134B13"/>
    <w:rsid w:val="00145DFB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6B23"/>
    <w:rsid w:val="001A70D2"/>
    <w:rsid w:val="001D657B"/>
    <w:rsid w:val="001D7B54"/>
    <w:rsid w:val="001E0209"/>
    <w:rsid w:val="001F2CA2"/>
    <w:rsid w:val="001F4AFA"/>
    <w:rsid w:val="002144C0"/>
    <w:rsid w:val="00215FA7"/>
    <w:rsid w:val="0022477D"/>
    <w:rsid w:val="00226C57"/>
    <w:rsid w:val="002278A9"/>
    <w:rsid w:val="002336F9"/>
    <w:rsid w:val="0024028F"/>
    <w:rsid w:val="00242682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1A9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0FF1"/>
    <w:rsid w:val="00390FC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312"/>
    <w:rsid w:val="00414E3C"/>
    <w:rsid w:val="00415033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69BB"/>
    <w:rsid w:val="004840FD"/>
    <w:rsid w:val="00490F7D"/>
    <w:rsid w:val="00491678"/>
    <w:rsid w:val="004968E2"/>
    <w:rsid w:val="004A3EEA"/>
    <w:rsid w:val="004A4D1F"/>
    <w:rsid w:val="004D5282"/>
    <w:rsid w:val="004E7617"/>
    <w:rsid w:val="004F1551"/>
    <w:rsid w:val="004F55A3"/>
    <w:rsid w:val="0050496F"/>
    <w:rsid w:val="00513B6F"/>
    <w:rsid w:val="00515703"/>
    <w:rsid w:val="00517C63"/>
    <w:rsid w:val="00522EE4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3345"/>
    <w:rsid w:val="00617230"/>
    <w:rsid w:val="00621CE1"/>
    <w:rsid w:val="00627FC9"/>
    <w:rsid w:val="00647FA8"/>
    <w:rsid w:val="00650C5F"/>
    <w:rsid w:val="00653E57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C55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75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36C4"/>
    <w:rsid w:val="00B051CE"/>
    <w:rsid w:val="00B06142"/>
    <w:rsid w:val="00B135B1"/>
    <w:rsid w:val="00B3130B"/>
    <w:rsid w:val="00B40ADB"/>
    <w:rsid w:val="00B42197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696A"/>
    <w:rsid w:val="00BC797F"/>
    <w:rsid w:val="00BD3869"/>
    <w:rsid w:val="00BD66E9"/>
    <w:rsid w:val="00BD6FF4"/>
    <w:rsid w:val="00BE1EDD"/>
    <w:rsid w:val="00BE429A"/>
    <w:rsid w:val="00BF2C41"/>
    <w:rsid w:val="00C00CA7"/>
    <w:rsid w:val="00C041BC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632"/>
    <w:rsid w:val="00D552B2"/>
    <w:rsid w:val="00D608D1"/>
    <w:rsid w:val="00D74119"/>
    <w:rsid w:val="00D75BD6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30B"/>
    <w:rsid w:val="00E51E44"/>
    <w:rsid w:val="00E63348"/>
    <w:rsid w:val="00E661B9"/>
    <w:rsid w:val="00E742AA"/>
    <w:rsid w:val="00E777D5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62AC"/>
    <w:rsid w:val="00F070AB"/>
    <w:rsid w:val="00F17567"/>
    <w:rsid w:val="00F27A7B"/>
    <w:rsid w:val="00F526AF"/>
    <w:rsid w:val="00F54004"/>
    <w:rsid w:val="00F617C3"/>
    <w:rsid w:val="00F678CA"/>
    <w:rsid w:val="00F7066B"/>
    <w:rsid w:val="00F83B28"/>
    <w:rsid w:val="00F931E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36F5E"/>
  <w15:docId w15:val="{6CDE3C29-C752-4948-8CF8-748D5350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26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16909F-1500-460E-A15F-2E93A69F8A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6AE9D6-7164-4A49-B611-3EA0F32908C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A454019-2B20-4AC0-B10E-383EAC8A1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0B69DA-269B-4975-85BE-E120947D9E7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1139</Words>
  <Characters>6834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2020-12-20T05:57:00Z</dcterms:created>
  <dcterms:modified xsi:type="dcterms:W3CDTF">2020-12-20T05:58:00Z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